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C87DC5" w:rsidP="00C87DC5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Webster - </w:t>
            </w:r>
            <w:r w:rsidR="00CB1DFB">
              <w:rPr>
                <w:rFonts w:asciiTheme="majorHAnsi" w:hAnsiTheme="majorHAnsi" w:cs="Times New Roman"/>
                <w:sz w:val="20"/>
              </w:rPr>
              <w:t>Webster County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CB1D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CB1D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37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CB1DFB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40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CB1D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37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CB1DFB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92.5%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70.3%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59.5%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64.9%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75.7%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396" w:type="pct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528" w:type="pct"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96" w:type="pct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28" w:type="pct"/>
            <w:vAlign w:val="center"/>
          </w:tcPr>
          <w:p w:rsidR="00CE3AB1" w:rsidRPr="006E7165" w:rsidRDefault="00CB1DF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CB1D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8.1%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CB1DFB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91.9%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73.0%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78.4%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81.1%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78.4%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83.8%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81.1%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67.6%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59.5%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62.2%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62.2%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73.0%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59.5%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69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28" w:type="pct"/>
            <w:vAlign w:val="center"/>
          </w:tcPr>
          <w:p w:rsidR="000B6386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75.7%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61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64.9%</w:t>
            </w:r>
          </w:p>
        </w:tc>
        <w:tc>
          <w:tcPr>
            <w:tcW w:w="74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6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50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66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42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93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66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42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64.9%</w:t>
            </w:r>
          </w:p>
        </w:tc>
        <w:tc>
          <w:tcPr>
            <w:tcW w:w="4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593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42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4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93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46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66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42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4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93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61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01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666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426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478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93" w:type="pct"/>
            <w:vAlign w:val="center"/>
          </w:tcPr>
          <w:p w:rsidR="00214B57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6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01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66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426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78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93" w:type="pct"/>
            <w:vAlign w:val="center"/>
          </w:tcPr>
          <w:p w:rsidR="00EF19D8" w:rsidRPr="00B37E4B" w:rsidRDefault="00CB1D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B1DFB" w:rsidP="00C87DC5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>.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C87DC5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67.6%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62.2%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34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652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579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577" w:type="pct"/>
          </w:tcPr>
          <w:p w:rsidR="00C549CB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34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1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55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652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9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577" w:type="pct"/>
          </w:tcPr>
          <w:p w:rsidR="00F0440E" w:rsidRPr="00B37E4B" w:rsidRDefault="00CB1D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CB1DFB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10.8%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CB1D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1143" w:type="dxa"/>
            <w:noWrap/>
          </w:tcPr>
          <w:p w:rsidR="00B37E4B" w:rsidRPr="00B37E4B" w:rsidRDefault="00CB1D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1063" w:type="dxa"/>
            <w:noWrap/>
          </w:tcPr>
          <w:p w:rsidR="00B37E4B" w:rsidRPr="00B37E4B" w:rsidRDefault="00CB1D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983" w:type="dxa"/>
            <w:noWrap/>
          </w:tcPr>
          <w:p w:rsidR="00B37E4B" w:rsidRPr="00B37E4B" w:rsidRDefault="00CB1D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1258" w:type="dxa"/>
          </w:tcPr>
          <w:p w:rsidR="00B37E4B" w:rsidRPr="00B37E4B" w:rsidRDefault="00CB1D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BB44A4" w:rsidRPr="00B37E4B" w:rsidRDefault="00BB44A4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578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544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54.1%</w:t>
            </w:r>
          </w:p>
        </w:tc>
        <w:tc>
          <w:tcPr>
            <w:tcW w:w="607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CB1D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578" w:type="pct"/>
          </w:tcPr>
          <w:p w:rsidR="006C05CF" w:rsidRPr="006E7165" w:rsidRDefault="00CB1D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CB1D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6C05CF" w:rsidRPr="006E7165" w:rsidRDefault="00CB1D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51.4%</w:t>
            </w:r>
          </w:p>
        </w:tc>
        <w:tc>
          <w:tcPr>
            <w:tcW w:w="544" w:type="pct"/>
          </w:tcPr>
          <w:p w:rsidR="006C05CF" w:rsidRPr="006E7165" w:rsidRDefault="00CB1D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07" w:type="pct"/>
          </w:tcPr>
          <w:p w:rsidR="006C05CF" w:rsidRPr="006E7165" w:rsidRDefault="00CB1D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77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434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544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607" w:type="pct"/>
          </w:tcPr>
          <w:p w:rsidR="00C549CB" w:rsidRPr="006E7165" w:rsidRDefault="00CB1D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29.7%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29.7%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575" w:type="pct"/>
            <w:vAlign w:val="center"/>
          </w:tcPr>
          <w:p w:rsidR="006C05CF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  <w:p w:rsidR="00BB44A4" w:rsidRPr="006E7165" w:rsidRDefault="00BB44A4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56.8%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528" w:type="pct"/>
            <w:vAlign w:val="center"/>
          </w:tcPr>
          <w:p w:rsidR="00E92B3E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45.9%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28" w:type="pct"/>
            <w:vAlign w:val="center"/>
          </w:tcPr>
          <w:p w:rsidR="00E92B3E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528" w:type="pct"/>
            <w:vAlign w:val="center"/>
          </w:tcPr>
          <w:p w:rsidR="00AE4F40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28" w:type="pct"/>
            <w:vAlign w:val="center"/>
          </w:tcPr>
          <w:p w:rsidR="00AE4F40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28" w:type="pct"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28" w:type="pct"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29.7%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28" w:type="pct"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59.5%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528" w:type="pct"/>
            <w:vAlign w:val="center"/>
          </w:tcPr>
          <w:p w:rsidR="00C549CB" w:rsidRPr="006E7165" w:rsidRDefault="00CB1D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B1D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B1D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B1D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B1D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528" w:type="pct"/>
            <w:vAlign w:val="center"/>
          </w:tcPr>
          <w:p w:rsidR="00C549CB" w:rsidRPr="006E7165" w:rsidRDefault="00CB1D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C87DC5" w:rsidRDefault="00C87DC5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FB0" w:rsidRDefault="00B24FB0" w:rsidP="0035328A">
      <w:pPr>
        <w:spacing w:after="0" w:line="240" w:lineRule="auto"/>
      </w:pPr>
      <w:r>
        <w:separator/>
      </w:r>
    </w:p>
  </w:endnote>
  <w:endnote w:type="continuationSeparator" w:id="0">
    <w:p w:rsidR="00B24FB0" w:rsidRDefault="00B24FB0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44A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FB0" w:rsidRDefault="00B24FB0" w:rsidP="0035328A">
      <w:pPr>
        <w:spacing w:after="0" w:line="240" w:lineRule="auto"/>
      </w:pPr>
      <w:r>
        <w:separator/>
      </w:r>
    </w:p>
  </w:footnote>
  <w:footnote w:type="continuationSeparator" w:id="0">
    <w:p w:rsidR="00B24FB0" w:rsidRDefault="00B24FB0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DFB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24FB0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B44A4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297A"/>
    <w:rsid w:val="00C350A8"/>
    <w:rsid w:val="00C40BCB"/>
    <w:rsid w:val="00C4250F"/>
    <w:rsid w:val="00C549CB"/>
    <w:rsid w:val="00C60DDE"/>
    <w:rsid w:val="00C72B2B"/>
    <w:rsid w:val="00C7753F"/>
    <w:rsid w:val="00C87DC5"/>
    <w:rsid w:val="00C90EDE"/>
    <w:rsid w:val="00CA5E82"/>
    <w:rsid w:val="00CB1328"/>
    <w:rsid w:val="00CB1DFB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C30A3"/>
  <w15:chartTrackingRefBased/>
  <w15:docId w15:val="{2DA9E96A-B30A-4995-97B0-165FE11F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7548B-49FC-47A1-880F-6650D395A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1653</Words>
  <Characters>9938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2018-11-01T08:39:00Z</dcterms:created>
  <dcterms:modified xsi:type="dcterms:W3CDTF">2018-11-01T08:39:00Z</dcterms:modified>
</cp:coreProperties>
</file>